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1B" w:rsidRDefault="0077151B" w:rsidP="00E72584">
      <w:pPr>
        <w:jc w:val="center"/>
        <w:rPr>
          <w:sz w:val="20"/>
          <w:szCs w:val="20"/>
          <w:lang w:val="es-ES"/>
        </w:rPr>
      </w:pPr>
      <w:r w:rsidRPr="00E72584">
        <w:rPr>
          <w:sz w:val="20"/>
          <w:szCs w:val="20"/>
          <w:lang w:val="es-ES"/>
        </w:rPr>
        <w:t>Centro</w:t>
      </w:r>
      <w:r>
        <w:rPr>
          <w:sz w:val="20"/>
          <w:szCs w:val="20"/>
          <w:lang w:val="es-ES"/>
        </w:rPr>
        <w:t>s</w:t>
      </w:r>
      <w:r w:rsidRPr="00E72584">
        <w:rPr>
          <w:sz w:val="20"/>
          <w:szCs w:val="20"/>
          <w:lang w:val="es-ES"/>
        </w:rPr>
        <w:t xml:space="preserve"> de Educación Infantil y Primaria </w:t>
      </w:r>
      <w:r>
        <w:rPr>
          <w:sz w:val="20"/>
          <w:szCs w:val="20"/>
          <w:lang w:val="es-ES"/>
        </w:rPr>
        <w:t>de</w:t>
      </w:r>
    </w:p>
    <w:p w:rsidR="0077151B" w:rsidRDefault="0077151B" w:rsidP="00E72584">
      <w:pPr>
        <w:jc w:val="center"/>
        <w:rPr>
          <w:sz w:val="20"/>
          <w:szCs w:val="20"/>
          <w:lang w:val="es-ES"/>
        </w:rPr>
      </w:pPr>
      <w:r w:rsidRPr="00E72584">
        <w:rPr>
          <w:sz w:val="20"/>
          <w:szCs w:val="20"/>
          <w:lang w:val="es-ES"/>
        </w:rPr>
        <w:t>Graus</w:t>
      </w:r>
      <w:r>
        <w:rPr>
          <w:sz w:val="20"/>
          <w:szCs w:val="20"/>
          <w:lang w:val="es-ES"/>
        </w:rPr>
        <w:t>, Benasque y Castejón de Sos</w:t>
      </w:r>
    </w:p>
    <w:p w:rsidR="0077151B" w:rsidRDefault="0077151B">
      <w:pPr>
        <w:rPr>
          <w:sz w:val="20"/>
          <w:szCs w:val="20"/>
          <w:lang w:val="es-ES"/>
        </w:rPr>
      </w:pPr>
    </w:p>
    <w:p w:rsidR="0077151B" w:rsidRDefault="0077151B" w:rsidP="00E72584">
      <w:pPr>
        <w:jc w:val="center"/>
        <w:rPr>
          <w:b/>
          <w:sz w:val="22"/>
          <w:lang w:val="es-ES"/>
        </w:rPr>
      </w:pPr>
      <w:r w:rsidRPr="00E72584">
        <w:rPr>
          <w:b/>
          <w:sz w:val="22"/>
          <w:lang w:val="es-ES"/>
        </w:rPr>
        <w:t>Lecturas en voz alta</w:t>
      </w:r>
    </w:p>
    <w:p w:rsidR="0077151B" w:rsidRDefault="0077151B" w:rsidP="00E72584">
      <w:pPr>
        <w:jc w:val="center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Luis Arizaleta</w:t>
      </w:r>
    </w:p>
    <w:p w:rsidR="0077151B" w:rsidRPr="00AC2127" w:rsidRDefault="0077151B" w:rsidP="00E72584">
      <w:pPr>
        <w:jc w:val="center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12,13 y 14</w:t>
      </w:r>
      <w:r w:rsidRPr="00AC2127">
        <w:rPr>
          <w:sz w:val="18"/>
          <w:szCs w:val="18"/>
          <w:lang w:val="es-ES"/>
        </w:rPr>
        <w:t xml:space="preserve"> de abril de 2011</w:t>
      </w:r>
    </w:p>
    <w:p w:rsidR="0077151B" w:rsidRDefault="0077151B" w:rsidP="00E72584">
      <w:pPr>
        <w:rPr>
          <w:sz w:val="20"/>
          <w:szCs w:val="20"/>
          <w:lang w:val="es-ES"/>
        </w:rPr>
      </w:pPr>
    </w:p>
    <w:p w:rsidR="0077151B" w:rsidRDefault="0077151B" w:rsidP="00E72584">
      <w:pPr>
        <w:rPr>
          <w:b/>
          <w:sz w:val="22"/>
          <w:lang w:val="es-ES"/>
        </w:rPr>
      </w:pPr>
    </w:p>
    <w:p w:rsidR="0077151B" w:rsidRPr="00E72584" w:rsidRDefault="0077151B" w:rsidP="00E72584">
      <w:pPr>
        <w:rPr>
          <w:b/>
          <w:sz w:val="22"/>
          <w:lang w:val="es-ES"/>
        </w:rPr>
      </w:pPr>
      <w:r w:rsidRPr="00E72584">
        <w:rPr>
          <w:b/>
          <w:sz w:val="22"/>
          <w:lang w:val="es-ES"/>
        </w:rPr>
        <w:t>3º de Ed. Infantil</w:t>
      </w:r>
    </w:p>
    <w:p w:rsidR="0077151B" w:rsidRDefault="0077151B" w:rsidP="00E72584">
      <w:pPr>
        <w:rPr>
          <w:sz w:val="20"/>
          <w:szCs w:val="20"/>
          <w:u w:val="single"/>
          <w:lang w:val="es-ES"/>
        </w:rPr>
      </w:pPr>
      <w:r w:rsidRPr="00E72584">
        <w:rPr>
          <w:sz w:val="20"/>
          <w:szCs w:val="20"/>
          <w:u w:val="single"/>
          <w:lang w:val="es-ES"/>
        </w:rPr>
        <w:t>Título</w:t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  <w:t>autores</w:t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>editorial</w:t>
      </w:r>
    </w:p>
    <w:p w:rsidR="0077151B" w:rsidRDefault="0077151B" w:rsidP="00E72584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El gallo Kiriko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Antonio Rodríguez Almodovar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Algaida</w:t>
      </w:r>
    </w:p>
    <w:p w:rsidR="0077151B" w:rsidRDefault="0077151B" w:rsidP="00E72584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Un viaje en tren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Ricardo Alcántara y Chiara. Carrer</w:t>
      </w:r>
      <w:r>
        <w:rPr>
          <w:sz w:val="20"/>
          <w:szCs w:val="20"/>
          <w:lang w:val="es-ES"/>
        </w:rPr>
        <w:tab/>
        <w:t>Everest</w:t>
      </w:r>
    </w:p>
    <w:p w:rsidR="0077151B" w:rsidRDefault="0077151B" w:rsidP="00E72584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Vecinos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Ángeles Jiménez y P. Prestifilippo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Kalandraka</w:t>
      </w:r>
    </w:p>
    <w:p w:rsidR="0077151B" w:rsidRDefault="0077151B" w:rsidP="00AC2127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Epaminondas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Eulalia Valeri y Sesé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La Galera</w:t>
      </w:r>
    </w:p>
    <w:p w:rsidR="0077151B" w:rsidRDefault="0077151B" w:rsidP="00E72584">
      <w:pPr>
        <w:rPr>
          <w:sz w:val="20"/>
          <w:szCs w:val="20"/>
          <w:lang w:val="es-ES"/>
        </w:rPr>
      </w:pPr>
    </w:p>
    <w:p w:rsidR="0077151B" w:rsidRDefault="0077151B" w:rsidP="00E72584">
      <w:pPr>
        <w:rPr>
          <w:sz w:val="20"/>
          <w:szCs w:val="20"/>
          <w:lang w:val="es-ES"/>
        </w:rPr>
      </w:pPr>
    </w:p>
    <w:p w:rsidR="0077151B" w:rsidRPr="00E72584" w:rsidRDefault="0077151B" w:rsidP="00E72584">
      <w:pPr>
        <w:rPr>
          <w:b/>
          <w:sz w:val="22"/>
          <w:lang w:val="es-ES"/>
        </w:rPr>
      </w:pPr>
      <w:r>
        <w:rPr>
          <w:b/>
          <w:sz w:val="22"/>
          <w:lang w:val="es-ES"/>
        </w:rPr>
        <w:t>1</w:t>
      </w:r>
      <w:r w:rsidRPr="00E72584">
        <w:rPr>
          <w:b/>
          <w:sz w:val="22"/>
          <w:lang w:val="es-ES"/>
        </w:rPr>
        <w:t xml:space="preserve">º de Ed. </w:t>
      </w:r>
      <w:r>
        <w:rPr>
          <w:b/>
          <w:sz w:val="22"/>
          <w:lang w:val="es-ES"/>
        </w:rPr>
        <w:t>Primaria</w:t>
      </w:r>
    </w:p>
    <w:p w:rsidR="0077151B" w:rsidRDefault="0077151B" w:rsidP="00E72584">
      <w:pPr>
        <w:rPr>
          <w:sz w:val="20"/>
          <w:szCs w:val="20"/>
          <w:u w:val="single"/>
          <w:lang w:val="es-ES"/>
        </w:rPr>
      </w:pPr>
      <w:r w:rsidRPr="00E72584">
        <w:rPr>
          <w:sz w:val="20"/>
          <w:szCs w:val="20"/>
          <w:u w:val="single"/>
          <w:lang w:val="es-ES"/>
        </w:rPr>
        <w:t>Título</w:t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  <w:t>autores</w:t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>editorial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El mar en calma </w:t>
      </w:r>
    </w:p>
    <w:p w:rsidR="0077151B" w:rsidRDefault="0077151B" w:rsidP="00AC2127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y Viaje feliz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J.W. Goethe y Peter Schössow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Juventud</w:t>
      </w:r>
    </w:p>
    <w:p w:rsidR="0077151B" w:rsidRDefault="0077151B" w:rsidP="00AC2127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Pobre Antonieta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Lucía Baquedano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SM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Si un día juntásemos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Palabras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todas las camas del mundo   Felix Albo y Marta Lanzón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del candil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La pena de Jonás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Juan Kruz Igerabide y Mikel Valverde</w:t>
      </w:r>
      <w:r>
        <w:rPr>
          <w:sz w:val="20"/>
          <w:szCs w:val="20"/>
          <w:lang w:val="es-ES"/>
        </w:rPr>
        <w:tab/>
        <w:t>Everest</w:t>
      </w:r>
    </w:p>
    <w:p w:rsidR="0077151B" w:rsidRDefault="0077151B" w:rsidP="00E72584">
      <w:pPr>
        <w:rPr>
          <w:sz w:val="20"/>
          <w:szCs w:val="20"/>
          <w:lang w:val="es-ES"/>
        </w:rPr>
      </w:pPr>
    </w:p>
    <w:p w:rsidR="0077151B" w:rsidRDefault="0077151B" w:rsidP="00E72584">
      <w:pPr>
        <w:rPr>
          <w:sz w:val="20"/>
          <w:szCs w:val="20"/>
          <w:lang w:val="es-ES"/>
        </w:rPr>
      </w:pPr>
    </w:p>
    <w:p w:rsidR="0077151B" w:rsidRPr="00E72584" w:rsidRDefault="0077151B" w:rsidP="00AC2127">
      <w:pPr>
        <w:rPr>
          <w:b/>
          <w:sz w:val="22"/>
          <w:lang w:val="es-ES"/>
        </w:rPr>
      </w:pPr>
      <w:r>
        <w:rPr>
          <w:b/>
          <w:sz w:val="22"/>
          <w:lang w:val="es-ES"/>
        </w:rPr>
        <w:t>2</w:t>
      </w:r>
      <w:r w:rsidRPr="00E72584">
        <w:rPr>
          <w:b/>
          <w:sz w:val="22"/>
          <w:lang w:val="es-ES"/>
        </w:rPr>
        <w:t xml:space="preserve">º de Ed. </w:t>
      </w:r>
      <w:r>
        <w:rPr>
          <w:b/>
          <w:sz w:val="22"/>
          <w:lang w:val="es-ES"/>
        </w:rPr>
        <w:t>Primaria</w:t>
      </w:r>
    </w:p>
    <w:p w:rsidR="0077151B" w:rsidRDefault="0077151B" w:rsidP="00AC2127">
      <w:pPr>
        <w:rPr>
          <w:sz w:val="20"/>
          <w:szCs w:val="20"/>
          <w:u w:val="single"/>
          <w:lang w:val="es-ES"/>
        </w:rPr>
      </w:pPr>
      <w:r w:rsidRPr="00E72584">
        <w:rPr>
          <w:sz w:val="20"/>
          <w:szCs w:val="20"/>
          <w:u w:val="single"/>
          <w:lang w:val="es-ES"/>
        </w:rPr>
        <w:t>Título</w:t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  <w:t>autores</w:t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ab/>
      </w:r>
      <w:r>
        <w:rPr>
          <w:sz w:val="20"/>
          <w:szCs w:val="20"/>
          <w:u w:val="single"/>
          <w:lang w:val="es-ES"/>
        </w:rPr>
        <w:tab/>
      </w:r>
      <w:r w:rsidRPr="00E72584">
        <w:rPr>
          <w:sz w:val="20"/>
          <w:szCs w:val="20"/>
          <w:u w:val="single"/>
          <w:lang w:val="es-ES"/>
        </w:rPr>
        <w:t>editorial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Como un botón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Juan Kruz Igerabide y Elena Odriozola</w:t>
      </w:r>
      <w:r>
        <w:rPr>
          <w:sz w:val="20"/>
          <w:szCs w:val="20"/>
          <w:lang w:val="es-ES"/>
        </w:rPr>
        <w:tab/>
        <w:t>Anaya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</w:p>
    <w:p w:rsidR="0077151B" w:rsidRDefault="0077151B" w:rsidP="00AC2127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Tomás y el lápiz mágico</w:t>
      </w:r>
      <w:r>
        <w:rPr>
          <w:sz w:val="20"/>
          <w:szCs w:val="20"/>
          <w:lang w:val="es-ES"/>
        </w:rPr>
        <w:tab/>
        <w:t>Ricardo Alcántara y Gusti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Edelvives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Oso tramposo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Alfredo Gómez Cerdá y Javier Zabala</w:t>
      </w:r>
      <w:r>
        <w:rPr>
          <w:sz w:val="20"/>
          <w:szCs w:val="20"/>
          <w:lang w:val="es-ES"/>
        </w:rPr>
        <w:tab/>
        <w:t>Everest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El camino que no iba a</w:t>
      </w:r>
    </w:p>
    <w:p w:rsidR="0077151B" w:rsidRDefault="0077151B" w:rsidP="00AC2127">
      <w:pPr>
        <w:spacing w:line="240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ninguna parte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Gianni Rodari y Xavier Salomó</w:t>
      </w:r>
      <w:r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ab/>
        <w:t>SM</w:t>
      </w:r>
    </w:p>
    <w:p w:rsidR="0077151B" w:rsidRDefault="0077151B" w:rsidP="00E72584">
      <w:pPr>
        <w:rPr>
          <w:sz w:val="20"/>
          <w:szCs w:val="20"/>
          <w:lang w:val="es-ES"/>
        </w:rPr>
      </w:pPr>
    </w:p>
    <w:p w:rsidR="0077151B" w:rsidRDefault="0077151B" w:rsidP="00E72584">
      <w:pPr>
        <w:rPr>
          <w:sz w:val="20"/>
          <w:szCs w:val="20"/>
          <w:lang w:val="es-ES"/>
        </w:rPr>
      </w:pPr>
    </w:p>
    <w:p w:rsidR="0077151B" w:rsidRPr="00E72584" w:rsidRDefault="0077151B" w:rsidP="00E72584">
      <w:pPr>
        <w:rPr>
          <w:sz w:val="20"/>
          <w:szCs w:val="20"/>
          <w:lang w:val="es-ES"/>
        </w:rPr>
      </w:pPr>
    </w:p>
    <w:p w:rsidR="0077151B" w:rsidRPr="00E72584" w:rsidRDefault="0077151B" w:rsidP="00E72584">
      <w:pPr>
        <w:rPr>
          <w:sz w:val="20"/>
          <w:szCs w:val="20"/>
          <w:u w:val="single"/>
          <w:lang w:val="es-ES"/>
        </w:rPr>
      </w:pPr>
    </w:p>
    <w:p w:rsidR="0077151B" w:rsidRDefault="0077151B" w:rsidP="00E72584">
      <w:pPr>
        <w:jc w:val="center"/>
        <w:rPr>
          <w:sz w:val="20"/>
          <w:szCs w:val="20"/>
          <w:lang w:val="es-ES"/>
        </w:rPr>
      </w:pPr>
    </w:p>
    <w:p w:rsidR="0077151B" w:rsidRPr="00E72584" w:rsidRDefault="0077151B" w:rsidP="00E72584">
      <w:pPr>
        <w:jc w:val="center"/>
        <w:rPr>
          <w:sz w:val="20"/>
          <w:szCs w:val="20"/>
          <w:lang w:val="es-ES"/>
        </w:rPr>
      </w:pPr>
    </w:p>
    <w:sectPr w:rsidR="0077151B" w:rsidRPr="00E72584" w:rsidSect="00D077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584"/>
    <w:rsid w:val="000D7350"/>
    <w:rsid w:val="000F32B3"/>
    <w:rsid w:val="00114116"/>
    <w:rsid w:val="001D71A4"/>
    <w:rsid w:val="002842EC"/>
    <w:rsid w:val="0028750F"/>
    <w:rsid w:val="00732CFE"/>
    <w:rsid w:val="0077151B"/>
    <w:rsid w:val="00835616"/>
    <w:rsid w:val="00916067"/>
    <w:rsid w:val="00A352C2"/>
    <w:rsid w:val="00A61F59"/>
    <w:rsid w:val="00AB6B4F"/>
    <w:rsid w:val="00AC2127"/>
    <w:rsid w:val="00D077B1"/>
    <w:rsid w:val="00D66939"/>
    <w:rsid w:val="00D87E53"/>
    <w:rsid w:val="00E72584"/>
    <w:rsid w:val="00EA28C3"/>
    <w:rsid w:val="00F37BAE"/>
    <w:rsid w:val="00F57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7B1"/>
    <w:pPr>
      <w:spacing w:line="360" w:lineRule="auto"/>
      <w:jc w:val="both"/>
    </w:pPr>
    <w:rPr>
      <w:spacing w:val="14"/>
      <w:sz w:val="24"/>
      <w:lang w:val="es-ES_tradnl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163</Words>
  <Characters>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Centros de Educación Infantil y Primaria de</dc:title>
  <dc:subject/>
  <dc:creator>Luis</dc:creator>
  <cp:keywords/>
  <dc:description/>
  <cp:lastModifiedBy> Paco</cp:lastModifiedBy>
  <cp:revision>2</cp:revision>
  <dcterms:created xsi:type="dcterms:W3CDTF">2011-04-06T15:48:00Z</dcterms:created>
  <dcterms:modified xsi:type="dcterms:W3CDTF">2011-04-06T15:48:00Z</dcterms:modified>
</cp:coreProperties>
</file>